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E9B0A8" w14:textId="77777777" w:rsidR="00FC232A" w:rsidRPr="00742C52" w:rsidRDefault="00FC232A" w:rsidP="00742C52">
      <w:pPr>
        <w:rPr>
          <w:sz w:val="22"/>
          <w:szCs w:val="22"/>
        </w:rPr>
      </w:pPr>
    </w:p>
    <w:p w14:paraId="0129B63C" w14:textId="7596DAEB" w:rsidR="00DF19FF" w:rsidRPr="00DF19FF" w:rsidRDefault="00DF19FF" w:rsidP="00DF19FF">
      <w:pPr>
        <w:rPr>
          <w:rFonts w:cs="Arial"/>
          <w:color w:val="000000"/>
          <w:sz w:val="22"/>
        </w:rPr>
      </w:pPr>
      <w:bookmarkStart w:id="0" w:name="_Hlk159230922"/>
      <w:r w:rsidRPr="00DF19FF">
        <w:rPr>
          <w:rFonts w:cs="Arial"/>
          <w:b/>
          <w:sz w:val="22"/>
        </w:rPr>
        <w:t>Transpordiamet</w:t>
      </w:r>
      <w:r w:rsidRPr="00DF19FF">
        <w:rPr>
          <w:rFonts w:cs="Arial"/>
          <w:color w:val="000000"/>
          <w:sz w:val="22"/>
        </w:rPr>
        <w:tab/>
      </w:r>
      <w:r w:rsidRPr="00DF19FF">
        <w:rPr>
          <w:rFonts w:cs="Arial"/>
          <w:color w:val="000000"/>
          <w:sz w:val="22"/>
        </w:rPr>
        <w:tab/>
      </w:r>
      <w:r w:rsidRPr="00DF19FF">
        <w:rPr>
          <w:rFonts w:cs="Arial"/>
          <w:color w:val="000000"/>
          <w:sz w:val="22"/>
        </w:rPr>
        <w:tab/>
      </w:r>
      <w:r w:rsidRPr="00DF19FF">
        <w:rPr>
          <w:rFonts w:cs="Arial"/>
          <w:color w:val="000000"/>
          <w:sz w:val="22"/>
        </w:rPr>
        <w:tab/>
      </w:r>
      <w:r w:rsidRPr="00DF19FF">
        <w:rPr>
          <w:rFonts w:cs="Arial"/>
          <w:color w:val="000000"/>
          <w:sz w:val="22"/>
        </w:rPr>
        <w:tab/>
        <w:t xml:space="preserve">Meie: </w:t>
      </w:r>
      <w:r w:rsidR="00AA4F3C">
        <w:rPr>
          <w:rFonts w:cs="Arial"/>
          <w:color w:val="000000"/>
          <w:sz w:val="22"/>
        </w:rPr>
        <w:t>1</w:t>
      </w:r>
      <w:r w:rsidR="00DF4A48">
        <w:rPr>
          <w:rFonts w:cs="Arial"/>
          <w:color w:val="000000"/>
          <w:sz w:val="22"/>
        </w:rPr>
        <w:t>8</w:t>
      </w:r>
      <w:r w:rsidR="00AA4F3C">
        <w:rPr>
          <w:rFonts w:cs="Arial"/>
          <w:color w:val="000000"/>
          <w:sz w:val="22"/>
        </w:rPr>
        <w:t>.09</w:t>
      </w:r>
      <w:r w:rsidRPr="00DF19FF">
        <w:rPr>
          <w:rFonts w:cs="Arial"/>
          <w:color w:val="000000"/>
          <w:sz w:val="22"/>
        </w:rPr>
        <w:t>.202</w:t>
      </w:r>
      <w:r>
        <w:rPr>
          <w:rFonts w:cs="Arial"/>
          <w:color w:val="000000"/>
          <w:sz w:val="22"/>
        </w:rPr>
        <w:t>4</w:t>
      </w:r>
      <w:r w:rsidRPr="00DF19FF">
        <w:rPr>
          <w:rFonts w:cs="Arial"/>
          <w:color w:val="000000"/>
          <w:sz w:val="22"/>
        </w:rPr>
        <w:t xml:space="preserve"> nr JV-MAA-1/</w:t>
      </w:r>
      <w:r w:rsidR="00323EAE">
        <w:rPr>
          <w:rFonts w:cs="Arial"/>
          <w:color w:val="000000"/>
          <w:sz w:val="22"/>
        </w:rPr>
        <w:t>4956</w:t>
      </w:r>
    </w:p>
    <w:p w14:paraId="3840C263" w14:textId="77777777" w:rsidR="00DF19FF" w:rsidRDefault="003156B8" w:rsidP="00DF19FF">
      <w:pPr>
        <w:rPr>
          <w:rFonts w:cs="Arial"/>
          <w:color w:val="000000"/>
          <w:sz w:val="22"/>
        </w:rPr>
      </w:pPr>
      <w:hyperlink r:id="rId10" w:history="1">
        <w:r w:rsidR="00DF19FF" w:rsidRPr="00DF19FF">
          <w:rPr>
            <w:rFonts w:cs="Arial"/>
            <w:color w:val="0563C1"/>
            <w:sz w:val="22"/>
            <w:u w:val="single"/>
          </w:rPr>
          <w:t>maantee@transpordiamet.ee</w:t>
        </w:r>
      </w:hyperlink>
      <w:r w:rsidR="00DF19FF" w:rsidRPr="00DF19FF">
        <w:rPr>
          <w:rFonts w:cs="Arial"/>
          <w:color w:val="000000"/>
          <w:sz w:val="22"/>
        </w:rPr>
        <w:t xml:space="preserve"> </w:t>
      </w:r>
    </w:p>
    <w:p w14:paraId="0CCAD238" w14:textId="77777777" w:rsidR="00DF19FF" w:rsidRPr="00DF19FF" w:rsidRDefault="00DF19FF" w:rsidP="00DF19FF">
      <w:pPr>
        <w:rPr>
          <w:rFonts w:cs="Arial"/>
          <w:color w:val="000000"/>
          <w:sz w:val="22"/>
        </w:rPr>
      </w:pPr>
    </w:p>
    <w:p w14:paraId="41EDD3FB" w14:textId="77777777" w:rsidR="000B2E35" w:rsidRPr="000B2E35" w:rsidRDefault="000B2E35" w:rsidP="000B2E35">
      <w:pPr>
        <w:spacing w:after="200"/>
        <w:jc w:val="both"/>
        <w:rPr>
          <w:rFonts w:ascii="Times New Roman" w:eastAsia="Calibri" w:hAnsi="Times New Roman"/>
          <w:color w:val="FF0000"/>
          <w:sz w:val="22"/>
          <w:szCs w:val="22"/>
          <w:lang w:val="et-EE"/>
        </w:rPr>
      </w:pPr>
      <w:r w:rsidRPr="000B2E35">
        <w:rPr>
          <w:rFonts w:ascii="Times New Roman" w:eastAsia="Calibri" w:hAnsi="Times New Roman"/>
          <w:b/>
          <w:bCs/>
          <w:lang w:val="et-EE"/>
        </w:rPr>
        <w:t>RIIGIVARA KASUTAMISEKS ANDMISE  ja ISIKLIKU KASUTUSÕIGUSE SEADMISE TAOTLUS (tehnovõrgud ja rajatised)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56"/>
        <w:gridCol w:w="6082"/>
      </w:tblGrid>
      <w:tr w:rsidR="000B2E35" w:rsidRPr="000B2E35" w14:paraId="50B7BD01" w14:textId="77777777" w:rsidTr="00640C8E">
        <w:trPr>
          <w:trHeight w:val="417"/>
        </w:trPr>
        <w:tc>
          <w:tcPr>
            <w:tcW w:w="32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BEA2D4E" w14:textId="77777777" w:rsidR="000B2E35" w:rsidRPr="000B2E35" w:rsidRDefault="000B2E35" w:rsidP="000B2E35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41D90378" w14:textId="77777777" w:rsidR="000B2E35" w:rsidRPr="000B2E35" w:rsidRDefault="000B2E35" w:rsidP="000B2E35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3D66EF48" w14:textId="77777777" w:rsidR="000B2E35" w:rsidRPr="000B2E35" w:rsidRDefault="000B2E35" w:rsidP="000B2E35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30F66B15" w14:textId="77777777" w:rsidR="000B2E35" w:rsidRPr="000B2E35" w:rsidRDefault="000B2E35" w:rsidP="000B2E35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7876DADE" w14:textId="77777777" w:rsidR="000B2E35" w:rsidRPr="000B2E35" w:rsidRDefault="000B2E35" w:rsidP="000B2E35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t>TAOTLEJA</w:t>
            </w:r>
          </w:p>
          <w:p w14:paraId="02B7797A" w14:textId="77777777" w:rsidR="000B2E35" w:rsidRPr="000B2E35" w:rsidRDefault="000B2E35" w:rsidP="000B2E35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t>ANDMED</w:t>
            </w:r>
          </w:p>
          <w:p w14:paraId="53BBF67D" w14:textId="77777777" w:rsidR="000B2E35" w:rsidRPr="000B2E35" w:rsidRDefault="000B2E35" w:rsidP="000B2E35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6CEC09F4" w14:textId="77777777" w:rsidR="000B2E35" w:rsidRPr="000B2E35" w:rsidRDefault="000B2E35" w:rsidP="000B2E35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3646BFBD" w14:textId="77777777" w:rsidR="000B2E35" w:rsidRPr="000B2E35" w:rsidRDefault="000B2E35" w:rsidP="000B2E35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5336974A" w14:textId="77777777" w:rsidR="000B2E35" w:rsidRPr="000B2E35" w:rsidRDefault="000B2E35" w:rsidP="000B2E35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7056E5B8" w14:textId="77777777" w:rsidR="000B2E35" w:rsidRPr="000B2E35" w:rsidRDefault="000B2E35" w:rsidP="000B2E35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Nimi: Elektrilevi OÜ</w:t>
            </w:r>
          </w:p>
        </w:tc>
      </w:tr>
      <w:tr w:rsidR="000B2E35" w:rsidRPr="000B2E35" w14:paraId="591266AA" w14:textId="77777777" w:rsidTr="00640C8E">
        <w:trPr>
          <w:trHeight w:val="415"/>
        </w:trPr>
        <w:tc>
          <w:tcPr>
            <w:tcW w:w="3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DA9E44" w14:textId="77777777" w:rsidR="000B2E35" w:rsidRPr="000B2E35" w:rsidRDefault="000B2E35" w:rsidP="000B2E35">
            <w:pPr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64F65471" w14:textId="77777777" w:rsidR="000B2E35" w:rsidRPr="000B2E35" w:rsidRDefault="000B2E35" w:rsidP="000B2E35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Registrikood :11050857</w:t>
            </w:r>
          </w:p>
        </w:tc>
      </w:tr>
      <w:tr w:rsidR="000B2E35" w:rsidRPr="000B2E35" w14:paraId="5E12A1CE" w14:textId="77777777" w:rsidTr="00640C8E">
        <w:trPr>
          <w:trHeight w:val="272"/>
        </w:trPr>
        <w:tc>
          <w:tcPr>
            <w:tcW w:w="3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1F96C03" w14:textId="77777777" w:rsidR="000B2E35" w:rsidRPr="000B2E35" w:rsidRDefault="000B2E35" w:rsidP="000B2E35">
            <w:pPr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48B18A47" w14:textId="77777777" w:rsidR="000B2E35" w:rsidRPr="000B2E35" w:rsidRDefault="000B2E35" w:rsidP="000B2E35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Aadress: Veskiposti 2 Tallinn</w:t>
            </w:r>
          </w:p>
        </w:tc>
      </w:tr>
      <w:tr w:rsidR="000B2E35" w:rsidRPr="000B2E35" w14:paraId="436BFFA5" w14:textId="77777777" w:rsidTr="00640C8E">
        <w:trPr>
          <w:trHeight w:val="421"/>
        </w:trPr>
        <w:tc>
          <w:tcPr>
            <w:tcW w:w="3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BD637C7" w14:textId="77777777" w:rsidR="000B2E35" w:rsidRPr="000B2E35" w:rsidRDefault="000B2E35" w:rsidP="000B2E35">
            <w:pPr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  <w:bookmarkStart w:id="1" w:name="_Hlk38622158" w:colFirst="1" w:colLast="1"/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34267BE6" w14:textId="77777777" w:rsidR="000B2E35" w:rsidRPr="000B2E35" w:rsidRDefault="000B2E35" w:rsidP="000B2E35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Õigustatud isiku poolne lepingu </w:t>
            </w:r>
            <w:proofErr w:type="spellStart"/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sõlmija</w:t>
            </w:r>
            <w:proofErr w:type="spellEnd"/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 nimi: volikirja alusel ANDRA </w:t>
            </w:r>
            <w:proofErr w:type="spellStart"/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McMANUS</w:t>
            </w:r>
            <w:proofErr w:type="spellEnd"/>
          </w:p>
        </w:tc>
      </w:tr>
      <w:bookmarkEnd w:id="1"/>
      <w:tr w:rsidR="000B2E35" w:rsidRPr="000B2E35" w14:paraId="1480DA9E" w14:textId="77777777" w:rsidTr="00640C8E">
        <w:trPr>
          <w:trHeight w:val="611"/>
        </w:trPr>
        <w:tc>
          <w:tcPr>
            <w:tcW w:w="3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13B35A9" w14:textId="77777777" w:rsidR="000B2E35" w:rsidRPr="000B2E35" w:rsidRDefault="000B2E35" w:rsidP="000B2E35">
            <w:pPr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77864A44" w14:textId="7F1A8D9D" w:rsidR="000B2E35" w:rsidRPr="000B2E35" w:rsidRDefault="000B2E35" w:rsidP="000B2E35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E-posti aadress: andra.</w:t>
            </w:r>
            <w:r w:rsidR="007558CE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mcmanus</w:t>
            </w: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@e</w:t>
            </w:r>
            <w:r w:rsidR="004F75DF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lektrilevi</w:t>
            </w: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.ee </w:t>
            </w:r>
          </w:p>
          <w:p w14:paraId="75DC038B" w14:textId="77777777" w:rsidR="000B2E35" w:rsidRPr="000B2E35" w:rsidRDefault="000B2E35" w:rsidP="000B2E35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telefon 512 3441</w:t>
            </w:r>
          </w:p>
        </w:tc>
      </w:tr>
      <w:tr w:rsidR="000B2E35" w:rsidRPr="000B2E35" w14:paraId="1BADA9C2" w14:textId="77777777" w:rsidTr="00640C8E">
        <w:trPr>
          <w:trHeight w:val="94"/>
        </w:trPr>
        <w:tc>
          <w:tcPr>
            <w:tcW w:w="3256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hideMark/>
          </w:tcPr>
          <w:p w14:paraId="2E4FA143" w14:textId="77777777" w:rsidR="000B2E35" w:rsidRPr="000B2E35" w:rsidRDefault="000B2E35" w:rsidP="000B2E35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t>TAOTLEJA KONTAKTISIK menetlemisel (kui erineb lepingu allkirjastajast)</w:t>
            </w: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3FEA5437" w14:textId="77777777" w:rsidR="000B2E35" w:rsidRPr="000B2E35" w:rsidRDefault="000B2E35" w:rsidP="000B2E35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Nimi Ulvi Männama</w:t>
            </w:r>
          </w:p>
        </w:tc>
      </w:tr>
      <w:tr w:rsidR="000B2E35" w:rsidRPr="000B2E35" w14:paraId="3ED274E8" w14:textId="77777777" w:rsidTr="00640C8E">
        <w:trPr>
          <w:trHeight w:val="93"/>
        </w:trPr>
        <w:tc>
          <w:tcPr>
            <w:tcW w:w="3256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  <w:hideMark/>
          </w:tcPr>
          <w:p w14:paraId="705640E7" w14:textId="77777777" w:rsidR="000B2E35" w:rsidRPr="000B2E35" w:rsidRDefault="000B2E35" w:rsidP="000B2E35">
            <w:pPr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804DE6C" w14:textId="77777777" w:rsidR="000B2E35" w:rsidRPr="000B2E35" w:rsidRDefault="000B2E35" w:rsidP="000B2E35">
            <w:pPr>
              <w:jc w:val="both"/>
              <w:rPr>
                <w:rFonts w:ascii="Times New Roman" w:eastAsia="Calibri" w:hAnsi="Times New Roman"/>
                <w:color w:val="0070C0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e-posti aadress </w:t>
            </w:r>
            <w:hyperlink r:id="rId11" w:history="1">
              <w:r w:rsidRPr="000B2E35">
                <w:rPr>
                  <w:rFonts w:ascii="Times New Roman" w:eastAsia="Calibri" w:hAnsi="Times New Roman"/>
                  <w:color w:val="0563C1"/>
                  <w:sz w:val="22"/>
                  <w:szCs w:val="22"/>
                  <w:u w:val="single"/>
                  <w:lang w:val="et-EE"/>
                </w:rPr>
                <w:t>ulvi.mannama@elektrilevi.ee</w:t>
              </w:r>
            </w:hyperlink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 , telefoni number </w:t>
            </w:r>
          </w:p>
          <w:p w14:paraId="2DD59C7E" w14:textId="77777777" w:rsidR="000B2E35" w:rsidRPr="000B2E35" w:rsidRDefault="000B2E35" w:rsidP="000B2E35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5165903</w:t>
            </w:r>
          </w:p>
          <w:p w14:paraId="76E15DA5" w14:textId="77777777" w:rsidR="000B2E35" w:rsidRPr="000B2E35" w:rsidRDefault="000B2E35" w:rsidP="000B2E35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</w:p>
        </w:tc>
      </w:tr>
      <w:tr w:rsidR="000B2E35" w:rsidRPr="000B2E35" w14:paraId="55E096B0" w14:textId="77777777" w:rsidTr="00640C8E">
        <w:trPr>
          <w:trHeight w:val="93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</w:tcPr>
          <w:p w14:paraId="2ADBCCC3" w14:textId="77777777" w:rsidR="000B2E35" w:rsidRPr="000B2E35" w:rsidRDefault="000B2E35" w:rsidP="000B2E35">
            <w:pPr>
              <w:jc w:val="both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082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4D4B1E92" w14:textId="5DB7E6CB" w:rsidR="000B2E35" w:rsidRPr="000B2E35" w:rsidRDefault="000B2E35" w:rsidP="000B2E35">
            <w:pPr>
              <w:jc w:val="both"/>
              <w:rPr>
                <w:rFonts w:ascii="Calibri" w:eastAsia="Calibri" w:hAnsi="Calibri"/>
                <w:sz w:val="22"/>
                <w:szCs w:val="22"/>
                <w:lang w:val="et-EE"/>
              </w:rPr>
            </w:pPr>
            <w:r w:rsidRPr="000B2E35">
              <w:rPr>
                <w:rFonts w:ascii="Calibri" w:eastAsia="Calibri" w:hAnsi="Calibri"/>
                <w:sz w:val="22"/>
                <w:szCs w:val="22"/>
                <w:lang w:val="et-EE"/>
              </w:rPr>
              <w:t>Elektrivõrgu</w:t>
            </w:r>
            <w:r w:rsidR="004F75DF">
              <w:rPr>
                <w:rFonts w:ascii="Calibri" w:eastAsia="Calibri" w:hAnsi="Calibri"/>
                <w:sz w:val="22"/>
                <w:szCs w:val="22"/>
                <w:lang w:val="et-EE"/>
              </w:rPr>
              <w:t>ga liitumisühendus</w:t>
            </w:r>
            <w:r w:rsidR="001D3C6B">
              <w:rPr>
                <w:rFonts w:ascii="Calibri" w:eastAsia="Calibri" w:hAnsi="Calibri"/>
                <w:sz w:val="22"/>
                <w:szCs w:val="22"/>
                <w:lang w:val="et-EE"/>
              </w:rPr>
              <w:t>, elektrimaakaabelliin</w:t>
            </w:r>
          </w:p>
        </w:tc>
      </w:tr>
      <w:tr w:rsidR="000B2E35" w:rsidRPr="000B2E35" w14:paraId="66288C6B" w14:textId="77777777" w:rsidTr="00640C8E">
        <w:trPr>
          <w:trHeight w:val="272"/>
        </w:trPr>
        <w:tc>
          <w:tcPr>
            <w:tcW w:w="32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2401BB00" w14:textId="77777777" w:rsidR="000B2E35" w:rsidRPr="000B2E35" w:rsidRDefault="000B2E35" w:rsidP="000B2E35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t>TEHNORAJATISE PAIGALDAMISE EESMÄRK</w:t>
            </w:r>
          </w:p>
        </w:tc>
        <w:tc>
          <w:tcPr>
            <w:tcW w:w="6082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6FB967" w14:textId="77777777" w:rsidR="000B2E35" w:rsidRPr="000B2E35" w:rsidRDefault="000B2E35" w:rsidP="000B2E35">
            <w:pPr>
              <w:rPr>
                <w:rFonts w:ascii="Calibri" w:eastAsia="Calibri" w:hAnsi="Calibri"/>
                <w:sz w:val="22"/>
                <w:szCs w:val="22"/>
                <w:lang w:val="et-EE"/>
              </w:rPr>
            </w:pPr>
          </w:p>
        </w:tc>
      </w:tr>
      <w:tr w:rsidR="000B2E35" w:rsidRPr="000B2E35" w14:paraId="502EF152" w14:textId="77777777" w:rsidTr="00640C8E">
        <w:trPr>
          <w:trHeight w:val="580"/>
        </w:trPr>
        <w:tc>
          <w:tcPr>
            <w:tcW w:w="32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C9FC335" w14:textId="77777777" w:rsidR="000B2E35" w:rsidRPr="000B2E35" w:rsidRDefault="000B2E35" w:rsidP="000B2E35">
            <w:pPr>
              <w:jc w:val="both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58109607" w14:textId="77777777" w:rsidR="000B2E35" w:rsidRPr="000B2E35" w:rsidRDefault="000B2E35" w:rsidP="000B2E35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t>PROJEKT (Transpordiametis kooskõlastatud)</w:t>
            </w: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01AF499B" w14:textId="338D8464" w:rsidR="00A94845" w:rsidRPr="00A94845" w:rsidRDefault="000B2E35" w:rsidP="00A94845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Projekti nimetus ja </w:t>
            </w:r>
            <w:r w:rsidR="009A3658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number </w:t>
            </w:r>
            <w:r w:rsidR="00A94845" w:rsidRPr="00A9484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LC1486 „Tartu mnt </w:t>
            </w:r>
          </w:p>
          <w:p w14:paraId="0F587937" w14:textId="3CA779C1" w:rsidR="000B2E35" w:rsidRPr="000B2E35" w:rsidRDefault="00A94845" w:rsidP="00A94845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A9484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55 kinnistu liitumine elektrivõrguga, Iisaku alevik, Alutaguse vald, Ida-Viru maakond“</w:t>
            </w:r>
          </w:p>
        </w:tc>
      </w:tr>
      <w:tr w:rsidR="000B2E35" w:rsidRPr="000B2E35" w14:paraId="57CB9149" w14:textId="77777777" w:rsidTr="00640C8E">
        <w:trPr>
          <w:trHeight w:val="580"/>
        </w:trPr>
        <w:tc>
          <w:tcPr>
            <w:tcW w:w="3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ECB56D" w14:textId="77777777" w:rsidR="000B2E35" w:rsidRPr="000B2E35" w:rsidRDefault="000B2E35" w:rsidP="000B2E35">
            <w:pPr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7C9B575A" w14:textId="27B81326" w:rsidR="000B2E35" w:rsidRDefault="000B2E35" w:rsidP="009A3658">
            <w:pPr>
              <w:jc w:val="both"/>
              <w:rPr>
                <w:rFonts w:ascii="Calibri" w:eastAsia="Calibri" w:hAnsi="Calibri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Projekti koostaja </w:t>
            </w:r>
            <w:r w:rsidRPr="000B2E35">
              <w:rPr>
                <w:rFonts w:ascii="Calibri" w:eastAsia="Calibri" w:hAnsi="Calibri"/>
                <w:sz w:val="22"/>
                <w:szCs w:val="22"/>
                <w:lang w:val="et-EE"/>
              </w:rPr>
              <w:t xml:space="preserve"> </w:t>
            </w:r>
            <w:r w:rsidR="00B77DD3">
              <w:rPr>
                <w:rFonts w:ascii="Calibri" w:eastAsia="Calibri" w:hAnsi="Calibri"/>
                <w:sz w:val="22"/>
                <w:szCs w:val="22"/>
                <w:lang w:val="et-EE"/>
              </w:rPr>
              <w:t>Tõnis Liiber</w:t>
            </w:r>
          </w:p>
          <w:p w14:paraId="1AF8D9E3" w14:textId="758FD5E9" w:rsidR="009A3658" w:rsidRPr="000B2E35" w:rsidRDefault="00A94845" w:rsidP="009A3658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>
              <w:rPr>
                <w:rFonts w:ascii="Calibri" w:eastAsia="Calibri" w:hAnsi="Calibri"/>
                <w:sz w:val="22"/>
                <w:szCs w:val="22"/>
                <w:lang w:val="et-EE"/>
              </w:rPr>
              <w:t>Võrguprojekt</w:t>
            </w:r>
            <w:r w:rsidR="009A3658">
              <w:rPr>
                <w:rFonts w:ascii="Calibri" w:eastAsia="Calibri" w:hAnsi="Calibri"/>
                <w:sz w:val="22"/>
                <w:szCs w:val="22"/>
                <w:lang w:val="et-EE"/>
              </w:rPr>
              <w:t xml:space="preserve"> OÜ</w:t>
            </w:r>
          </w:p>
        </w:tc>
      </w:tr>
      <w:tr w:rsidR="000B2E35" w:rsidRPr="000B2E35" w14:paraId="624821DA" w14:textId="77777777" w:rsidTr="00640C8E">
        <w:trPr>
          <w:trHeight w:val="580"/>
        </w:trPr>
        <w:tc>
          <w:tcPr>
            <w:tcW w:w="3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79183B9" w14:textId="77777777" w:rsidR="000B2E35" w:rsidRPr="000B2E35" w:rsidRDefault="000B2E35" w:rsidP="000B2E35">
            <w:pPr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647720C1" w14:textId="77777777" w:rsidR="000B2E35" w:rsidRPr="000B2E35" w:rsidRDefault="000B2E35" w:rsidP="000B2E35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Transpordiameti kooskõlastuse number ja kuupäev:</w:t>
            </w:r>
          </w:p>
          <w:p w14:paraId="49307011" w14:textId="53B1CB02" w:rsidR="000B2E35" w:rsidRPr="000B2E35" w:rsidRDefault="00323EAE" w:rsidP="000B2E35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323EAE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10.09.2024 nr 7.1-2/24/14507-2</w:t>
            </w:r>
          </w:p>
        </w:tc>
      </w:tr>
      <w:tr w:rsidR="000B2E35" w:rsidRPr="000B2E35" w14:paraId="6FD7BA3E" w14:textId="77777777" w:rsidTr="00640C8E">
        <w:trPr>
          <w:trHeight w:val="312"/>
        </w:trPr>
        <w:tc>
          <w:tcPr>
            <w:tcW w:w="3256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044794B2" w14:textId="77777777" w:rsidR="000B2E35" w:rsidRPr="000B2E35" w:rsidRDefault="000B2E35" w:rsidP="000B2E35">
            <w:pPr>
              <w:jc w:val="both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492024BD" w14:textId="77777777" w:rsidR="000B2E35" w:rsidRPr="000B2E35" w:rsidRDefault="000B2E35" w:rsidP="000B2E35">
            <w:pPr>
              <w:jc w:val="both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712E49B6" w14:textId="77777777" w:rsidR="000B2E35" w:rsidRPr="000B2E35" w:rsidRDefault="000B2E35" w:rsidP="000B2E35">
            <w:pPr>
              <w:jc w:val="both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17CED044" w14:textId="77777777" w:rsidR="000B2E35" w:rsidRPr="000B2E35" w:rsidRDefault="000B2E35" w:rsidP="000B2E35">
            <w:pPr>
              <w:jc w:val="both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741891FF" w14:textId="77777777" w:rsidR="000B2E35" w:rsidRPr="000B2E35" w:rsidRDefault="000B2E35" w:rsidP="000B2E35">
            <w:pPr>
              <w:jc w:val="both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10985B7A" w14:textId="149DA46A" w:rsidR="000B2E35" w:rsidRPr="00F94DB4" w:rsidRDefault="000B2E35" w:rsidP="00E75115">
            <w:pPr>
              <w:numPr>
                <w:ilvl w:val="0"/>
                <w:numId w:val="8"/>
              </w:numPr>
              <w:spacing w:after="200"/>
              <w:jc w:val="both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  <w:r w:rsidRPr="00F94DB4"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t>KOORMATAVA</w:t>
            </w:r>
            <w:r w:rsidR="00F94DB4"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t xml:space="preserve"> </w:t>
            </w:r>
            <w:r w:rsidRPr="00F94DB4"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t xml:space="preserve">RIIGITEE ANDMED </w:t>
            </w:r>
          </w:p>
          <w:p w14:paraId="3FFA2146" w14:textId="77777777" w:rsidR="000B2E35" w:rsidRPr="000B2E35" w:rsidRDefault="000B2E35" w:rsidP="000B2E35">
            <w:pPr>
              <w:jc w:val="both"/>
              <w:rPr>
                <w:rFonts w:ascii="Times New Roman" w:eastAsia="Calibri" w:hAnsi="Times New Roman"/>
                <w:bCs/>
                <w:color w:val="FF0000"/>
                <w:sz w:val="22"/>
                <w:szCs w:val="22"/>
                <w:lang w:val="et-EE"/>
              </w:rPr>
            </w:pP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79DB5EFB" w14:textId="38C56D0D" w:rsidR="000B2E35" w:rsidRPr="000B2E35" w:rsidRDefault="000B2E35" w:rsidP="000B2E35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Nimetus ja number:</w:t>
            </w:r>
            <w:r w:rsidRPr="000B2E35">
              <w:rPr>
                <w:rFonts w:ascii="Calibri" w:eastAsia="Calibri" w:hAnsi="Calibri"/>
                <w:sz w:val="22"/>
                <w:szCs w:val="22"/>
                <w:lang w:val="et-EE"/>
              </w:rPr>
              <w:t xml:space="preserve"> </w:t>
            </w: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Riigitee nr. </w:t>
            </w:r>
            <w:r w:rsidR="00E2109D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13155 </w:t>
            </w:r>
            <w:proofErr w:type="spellStart"/>
            <w:r w:rsidR="00E2109D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Tärivere</w:t>
            </w:r>
            <w:proofErr w:type="spellEnd"/>
            <w:r w:rsidR="00E2109D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-Iisaku tee </w:t>
            </w:r>
          </w:p>
        </w:tc>
      </w:tr>
      <w:tr w:rsidR="000B2E35" w:rsidRPr="000B2E35" w14:paraId="208D758F" w14:textId="77777777" w:rsidTr="00640C8E">
        <w:trPr>
          <w:trHeight w:val="415"/>
        </w:trPr>
        <w:tc>
          <w:tcPr>
            <w:tcW w:w="3256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210CE7D" w14:textId="77777777" w:rsidR="000B2E35" w:rsidRPr="000B2E35" w:rsidRDefault="000B2E35" w:rsidP="000B2E35">
            <w:pPr>
              <w:rPr>
                <w:rFonts w:ascii="Times New Roman" w:eastAsia="Calibri" w:hAnsi="Times New Roman"/>
                <w:bCs/>
                <w:color w:val="FF0000"/>
                <w:sz w:val="22"/>
                <w:szCs w:val="22"/>
                <w:lang w:val="et-EE"/>
              </w:rPr>
            </w:pP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3FF6A207" w14:textId="11E89846" w:rsidR="000B2E35" w:rsidRDefault="000B2E35" w:rsidP="000B2E35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Katastritunnus: </w:t>
            </w:r>
            <w:r w:rsidR="001B556D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2</w:t>
            </w:r>
            <w:r w:rsidR="00836371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2401:005:0067</w:t>
            </w:r>
          </w:p>
          <w:p w14:paraId="19CE75E4" w14:textId="6177B137" w:rsidR="009612E0" w:rsidRPr="000B2E35" w:rsidRDefault="009612E0" w:rsidP="000B2E35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val="et-EE"/>
              </w:rPr>
              <w:t>Katastriüksuse nim</w:t>
            </w:r>
            <w:r w:rsidR="00BF064F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i</w:t>
            </w:r>
            <w:r>
              <w:rPr>
                <w:rFonts w:ascii="Times New Roman" w:eastAsia="Calibri" w:hAnsi="Times New Roman"/>
                <w:sz w:val="22"/>
                <w:szCs w:val="22"/>
                <w:lang w:val="et-EE"/>
              </w:rPr>
              <w:t>:</w:t>
            </w:r>
            <w:r w:rsidR="001B556D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 </w:t>
            </w:r>
            <w:r w:rsidR="00226A05" w:rsidRPr="00226A0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13155 </w:t>
            </w:r>
            <w:proofErr w:type="spellStart"/>
            <w:r w:rsidR="00226A05" w:rsidRPr="00226A0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Tärivere</w:t>
            </w:r>
            <w:proofErr w:type="spellEnd"/>
            <w:r w:rsidR="00226A05" w:rsidRPr="00226A0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-Iisaku tee</w:t>
            </w:r>
          </w:p>
        </w:tc>
      </w:tr>
      <w:tr w:rsidR="000B2E35" w:rsidRPr="000B2E35" w14:paraId="26771BB6" w14:textId="77777777" w:rsidTr="00640C8E">
        <w:trPr>
          <w:trHeight w:val="378"/>
        </w:trPr>
        <w:tc>
          <w:tcPr>
            <w:tcW w:w="3256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DE3BE98" w14:textId="77777777" w:rsidR="000B2E35" w:rsidRPr="000B2E35" w:rsidRDefault="000B2E35" w:rsidP="000B2E35">
            <w:pPr>
              <w:rPr>
                <w:rFonts w:ascii="Times New Roman" w:eastAsia="Calibri" w:hAnsi="Times New Roman"/>
                <w:bCs/>
                <w:color w:val="FF0000"/>
                <w:sz w:val="22"/>
                <w:szCs w:val="22"/>
                <w:lang w:val="et-EE"/>
              </w:rPr>
            </w:pP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5513D0A4" w14:textId="745D1178" w:rsidR="000B2E35" w:rsidRPr="000B2E35" w:rsidRDefault="000B2E35" w:rsidP="000B2E35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Kinnistu registriosa number:</w:t>
            </w:r>
            <w:r w:rsidR="00861F86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5978550</w:t>
            </w:r>
          </w:p>
          <w:p w14:paraId="7438147E" w14:textId="35190733" w:rsidR="000B2E35" w:rsidRPr="000B2E35" w:rsidRDefault="000B2E35" w:rsidP="000B2E35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Riigi kinnisvara objekti kood KV</w:t>
            </w:r>
            <w:r w:rsidR="00861F86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68486</w:t>
            </w:r>
          </w:p>
        </w:tc>
      </w:tr>
      <w:tr w:rsidR="000B2E35" w:rsidRPr="000B2E35" w14:paraId="183466C3" w14:textId="77777777" w:rsidTr="00640C8E">
        <w:trPr>
          <w:trHeight w:val="453"/>
        </w:trPr>
        <w:tc>
          <w:tcPr>
            <w:tcW w:w="3256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26EEB5C" w14:textId="77777777" w:rsidR="000B2E35" w:rsidRPr="000B2E35" w:rsidRDefault="000B2E35" w:rsidP="000B2E35">
            <w:pPr>
              <w:rPr>
                <w:rFonts w:ascii="Times New Roman" w:eastAsia="Calibri" w:hAnsi="Times New Roman"/>
                <w:bCs/>
                <w:color w:val="FF0000"/>
                <w:sz w:val="22"/>
                <w:szCs w:val="22"/>
                <w:lang w:val="et-EE"/>
              </w:rPr>
            </w:pP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44804E2" w14:textId="77777777" w:rsidR="000B2E35" w:rsidRPr="0086202A" w:rsidRDefault="000B2E35" w:rsidP="000B2E35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86202A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POS 1: elektri maakaabelliini rajamiseks</w:t>
            </w:r>
          </w:p>
          <w:p w14:paraId="49F0317C" w14:textId="59B64F99" w:rsidR="000B2E35" w:rsidRPr="0086202A" w:rsidRDefault="000B2E35" w:rsidP="000B2E35">
            <w:pPr>
              <w:jc w:val="both"/>
              <w:rPr>
                <w:rFonts w:ascii="Calibri" w:eastAsia="Calibri" w:hAnsi="Calibri"/>
                <w:sz w:val="22"/>
                <w:szCs w:val="22"/>
                <w:lang w:val="et-EE"/>
              </w:rPr>
            </w:pPr>
            <w:r w:rsidRPr="0086202A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Ruumikuju andmed: PARI ID </w:t>
            </w:r>
            <w:r w:rsidR="000F769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413168</w:t>
            </w:r>
          </w:p>
          <w:p w14:paraId="393E2E54" w14:textId="3FE861F7" w:rsidR="007A06C1" w:rsidRDefault="0068443E" w:rsidP="00CD49AC">
            <w:pPr>
              <w:jc w:val="both"/>
              <w:rPr>
                <w:rFonts w:ascii="Times New Roman" w:eastAsia="Calibri" w:hAnsi="Times New Roman"/>
                <w:i/>
                <w:iCs/>
                <w:color w:val="0070C0"/>
                <w:sz w:val="22"/>
                <w:szCs w:val="22"/>
                <w:u w:val="single"/>
                <w:lang w:val="et-EE"/>
              </w:rPr>
            </w:pPr>
            <w:r w:rsidRPr="0068443E">
              <w:rPr>
                <w:rFonts w:ascii="Times New Roman" w:eastAsia="Calibri" w:hAnsi="Times New Roman"/>
                <w:i/>
                <w:iCs/>
                <w:color w:val="0070C0"/>
                <w:sz w:val="22"/>
                <w:szCs w:val="22"/>
                <w:u w:val="single"/>
                <w:lang w:val="et-EE"/>
              </w:rPr>
              <w:t>https://pari.kataster.ee/magic-link/571b17af-7f9f-473a-97e4-659eda34f10d</w:t>
            </w:r>
          </w:p>
          <w:p w14:paraId="61E48E4F" w14:textId="3C3A753C" w:rsidR="00861F86" w:rsidRPr="000B2E35" w:rsidRDefault="00861F86" w:rsidP="00CD49AC">
            <w:pPr>
              <w:jc w:val="both"/>
              <w:rPr>
                <w:rFonts w:ascii="Times New Roman" w:eastAsia="Calibri" w:hAnsi="Times New Roman"/>
                <w:i/>
                <w:iCs/>
                <w:color w:val="0070C0"/>
                <w:sz w:val="22"/>
                <w:szCs w:val="22"/>
                <w:u w:val="single"/>
                <w:lang w:val="et-EE"/>
              </w:rPr>
            </w:pPr>
          </w:p>
        </w:tc>
      </w:tr>
      <w:tr w:rsidR="00973871" w:rsidRPr="000B2E35" w14:paraId="4C3B237C" w14:textId="77777777" w:rsidTr="00640C8E">
        <w:trPr>
          <w:trHeight w:val="453"/>
        </w:trPr>
        <w:tc>
          <w:tcPr>
            <w:tcW w:w="325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56F632" w14:textId="77777777" w:rsidR="00973871" w:rsidRPr="000B2E35" w:rsidRDefault="00973871" w:rsidP="00973871">
            <w:pPr>
              <w:jc w:val="both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t>LEPINGU SÕLMIMISE KULUD TASUB</w:t>
            </w: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7C2FAE35" w14:textId="731DBC6B" w:rsidR="00973871" w:rsidRPr="000B2E35" w:rsidRDefault="00973871" w:rsidP="00973871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val="et-EE"/>
              </w:rPr>
              <w:t>Elektrilevi OÜ</w:t>
            </w:r>
          </w:p>
        </w:tc>
      </w:tr>
      <w:tr w:rsidR="00973871" w:rsidRPr="000B2E35" w14:paraId="3957A1EC" w14:textId="77777777" w:rsidTr="00640C8E">
        <w:trPr>
          <w:trHeight w:val="453"/>
        </w:trPr>
        <w:tc>
          <w:tcPr>
            <w:tcW w:w="325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CD2C2F" w14:textId="77777777" w:rsidR="00973871" w:rsidRPr="000B2E35" w:rsidRDefault="00973871" w:rsidP="00973871">
            <w:pPr>
              <w:jc w:val="both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t>TAOTLUSE LISAD</w:t>
            </w: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124BC46" w14:textId="13436FA6" w:rsidR="00973871" w:rsidRPr="007C2737" w:rsidRDefault="00973871" w:rsidP="00973871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7C2737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Isikliku kasutusõiguse seadmise plaan</w:t>
            </w:r>
            <w:r w:rsidR="000F769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, PARI ruumikuju </w:t>
            </w:r>
            <w:r w:rsidR="007C2737" w:rsidRPr="007C2737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ja kooskõlastus</w:t>
            </w:r>
          </w:p>
        </w:tc>
      </w:tr>
      <w:bookmarkEnd w:id="0"/>
    </w:tbl>
    <w:p w14:paraId="478347FC" w14:textId="77777777" w:rsidR="00C450D5" w:rsidRDefault="00C450D5" w:rsidP="000B2E35">
      <w:pPr>
        <w:spacing w:after="200"/>
        <w:jc w:val="both"/>
        <w:rPr>
          <w:rFonts w:ascii="Times New Roman" w:eastAsia="Calibri" w:hAnsi="Times New Roman"/>
          <w:sz w:val="22"/>
          <w:szCs w:val="22"/>
          <w:lang w:val="et-EE"/>
        </w:rPr>
      </w:pPr>
    </w:p>
    <w:p w14:paraId="24635D68" w14:textId="75DD57EE" w:rsidR="000B2E35" w:rsidRPr="000B2E35" w:rsidRDefault="000B2E35" w:rsidP="000B2E35">
      <w:pPr>
        <w:spacing w:after="200"/>
        <w:jc w:val="both"/>
        <w:rPr>
          <w:rFonts w:ascii="Times New Roman" w:eastAsia="Calibri" w:hAnsi="Times New Roman"/>
          <w:sz w:val="22"/>
          <w:szCs w:val="22"/>
          <w:lang w:val="et-EE"/>
        </w:rPr>
      </w:pPr>
      <w:r w:rsidRPr="000B2E35">
        <w:rPr>
          <w:rFonts w:ascii="Times New Roman" w:eastAsia="Calibri" w:hAnsi="Times New Roman"/>
          <w:sz w:val="22"/>
          <w:szCs w:val="22"/>
          <w:lang w:val="et-EE"/>
        </w:rPr>
        <w:t>Lugupidamisega Ulvi Männama</w:t>
      </w:r>
    </w:p>
    <w:p w14:paraId="7E312A4E" w14:textId="1D1E1C85" w:rsidR="00077D32" w:rsidRPr="00742C52" w:rsidRDefault="00C47436" w:rsidP="000B2E35">
      <w:pPr>
        <w:rPr>
          <w:sz w:val="22"/>
          <w:szCs w:val="22"/>
        </w:rPr>
      </w:pPr>
      <w:r>
        <w:rPr>
          <w:rFonts w:ascii="Times New Roman" w:eastAsia="Calibri" w:hAnsi="Times New Roman"/>
          <w:sz w:val="22"/>
          <w:szCs w:val="22"/>
          <w:lang w:val="et-EE"/>
        </w:rPr>
        <w:t>/allkirjastatud digitaalselt/</w:t>
      </w:r>
    </w:p>
    <w:sectPr w:rsidR="00077D32" w:rsidRPr="00742C52" w:rsidSect="00B03FC9">
      <w:headerReference w:type="first" r:id="rId12"/>
      <w:pgSz w:w="11900" w:h="16840"/>
      <w:pgMar w:top="2155" w:right="851" w:bottom="1440" w:left="1701" w:header="709" w:footer="1814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C3BB17" w14:textId="77777777" w:rsidR="00C60179" w:rsidRDefault="00C60179">
      <w:r>
        <w:separator/>
      </w:r>
    </w:p>
  </w:endnote>
  <w:endnote w:type="continuationSeparator" w:id="0">
    <w:p w14:paraId="4C1349B3" w14:textId="77777777" w:rsidR="00C60179" w:rsidRDefault="00C60179">
      <w:r>
        <w:continuationSeparator/>
      </w:r>
    </w:p>
  </w:endnote>
  <w:endnote w:type="continuationNotice" w:id="1">
    <w:p w14:paraId="4B3A228B" w14:textId="77777777" w:rsidR="00C60179" w:rsidRDefault="00C6017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9A04D0" w14:textId="77777777" w:rsidR="00C60179" w:rsidRDefault="00C60179">
      <w:r>
        <w:separator/>
      </w:r>
    </w:p>
  </w:footnote>
  <w:footnote w:type="continuationSeparator" w:id="0">
    <w:p w14:paraId="381AFD32" w14:textId="77777777" w:rsidR="00C60179" w:rsidRDefault="00C60179">
      <w:r>
        <w:continuationSeparator/>
      </w:r>
    </w:p>
  </w:footnote>
  <w:footnote w:type="continuationNotice" w:id="1">
    <w:p w14:paraId="31D9C7CA" w14:textId="77777777" w:rsidR="00C60179" w:rsidRDefault="00C6017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869C73" w14:textId="44FCFC6A" w:rsidR="006736DE" w:rsidRDefault="00077D32">
    <w:pPr>
      <w:pStyle w:val="Header"/>
    </w:pPr>
    <w:r>
      <w:rPr>
        <w:noProof/>
      </w:rPr>
      <w:drawing>
        <wp:anchor distT="0" distB="0" distL="114300" distR="114300" simplePos="0" relativeHeight="251657728" behindDoc="0" locked="0" layoutInCell="1" allowOverlap="1" wp14:anchorId="31495006" wp14:editId="3EC27486">
          <wp:simplePos x="0" y="0"/>
          <wp:positionH relativeFrom="margin">
            <wp:align>right</wp:align>
          </wp:positionH>
          <wp:positionV relativeFrom="paragraph">
            <wp:posOffset>164465</wp:posOffset>
          </wp:positionV>
          <wp:extent cx="1947545" cy="887095"/>
          <wp:effectExtent l="0" t="0" r="0" b="0"/>
          <wp:wrapNone/>
          <wp:docPr id="3" name="Picture 3" descr="elektrilev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elektrilev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7545" cy="8870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D32631"/>
    <w:multiLevelType w:val="hybridMultilevel"/>
    <w:tmpl w:val="7E1A2602"/>
    <w:lvl w:ilvl="0" w:tplc="FFFFFFFF">
      <w:start w:val="1"/>
      <w:numFmt w:val="decimal"/>
      <w:lvlText w:val="%1."/>
      <w:lvlJc w:val="left"/>
      <w:pPr>
        <w:ind w:left="502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5B12B5"/>
    <w:multiLevelType w:val="multilevel"/>
    <w:tmpl w:val="F16AF9D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5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56" w:hanging="1440"/>
      </w:pPr>
      <w:rPr>
        <w:rFonts w:hint="default"/>
      </w:rPr>
    </w:lvl>
  </w:abstractNum>
  <w:abstractNum w:abstractNumId="2" w15:restartNumberingAfterBreak="0">
    <w:nsid w:val="1B537992"/>
    <w:multiLevelType w:val="hybridMultilevel"/>
    <w:tmpl w:val="B47EF74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526C42"/>
    <w:multiLevelType w:val="hybridMultilevel"/>
    <w:tmpl w:val="C4522DA8"/>
    <w:lvl w:ilvl="0" w:tplc="AF68BB10">
      <w:start w:val="1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4373DD"/>
    <w:multiLevelType w:val="hybridMultilevel"/>
    <w:tmpl w:val="B47EF74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7758B2"/>
    <w:multiLevelType w:val="hybridMultilevel"/>
    <w:tmpl w:val="B47EF74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247D6B"/>
    <w:multiLevelType w:val="multilevel"/>
    <w:tmpl w:val="B0AC416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22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4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30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5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61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47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336" w:hanging="1440"/>
      </w:pPr>
      <w:rPr>
        <w:rFonts w:hint="default"/>
      </w:rPr>
    </w:lvl>
  </w:abstractNum>
  <w:abstractNum w:abstractNumId="7" w15:restartNumberingAfterBreak="0">
    <w:nsid w:val="3D093A60"/>
    <w:multiLevelType w:val="multilevel"/>
    <w:tmpl w:val="F16AF9D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5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56" w:hanging="1440"/>
      </w:pPr>
      <w:rPr>
        <w:rFonts w:hint="default"/>
      </w:rPr>
    </w:lvl>
  </w:abstractNum>
  <w:abstractNum w:abstractNumId="8" w15:restartNumberingAfterBreak="0">
    <w:nsid w:val="454534C9"/>
    <w:multiLevelType w:val="hybridMultilevel"/>
    <w:tmpl w:val="3BDE43D6"/>
    <w:lvl w:ilvl="0" w:tplc="0425000F">
      <w:start w:val="1"/>
      <w:numFmt w:val="decimal"/>
      <w:lvlText w:val="%1."/>
      <w:lvlJc w:val="left"/>
      <w:pPr>
        <w:ind w:left="502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7659E9"/>
    <w:multiLevelType w:val="multilevel"/>
    <w:tmpl w:val="F16AF9D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5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56" w:hanging="1440"/>
      </w:pPr>
      <w:rPr>
        <w:rFonts w:hint="default"/>
      </w:rPr>
    </w:lvl>
  </w:abstractNum>
  <w:abstractNum w:abstractNumId="10" w15:restartNumberingAfterBreak="0">
    <w:nsid w:val="53E667E8"/>
    <w:multiLevelType w:val="multilevel"/>
    <w:tmpl w:val="91EECEE0"/>
    <w:lvl w:ilvl="0">
      <w:start w:val="1"/>
      <w:numFmt w:val="decimal"/>
      <w:lvlText w:val="%1."/>
      <w:lvlJc w:val="left"/>
      <w:pPr>
        <w:ind w:left="567" w:hanging="567"/>
      </w:pPr>
      <w:rPr>
        <w:rFonts w:ascii="Calibri" w:hAnsi="Calibri" w:hint="default"/>
        <w:b/>
        <w:i w:val="0"/>
        <w:caps/>
        <w:smallCaps w:val="0"/>
        <w:vanish w:val="0"/>
        <w:sz w:val="20"/>
      </w:rPr>
    </w:lvl>
    <w:lvl w:ilvl="1">
      <w:start w:val="1"/>
      <w:numFmt w:val="decimal"/>
      <w:pStyle w:val="Level2"/>
      <w:lvlText w:val="%2."/>
      <w:lvlJc w:val="left"/>
      <w:pPr>
        <w:tabs>
          <w:tab w:val="num" w:pos="567"/>
        </w:tabs>
        <w:ind w:left="425" w:hanging="425"/>
      </w:pPr>
      <w:rPr>
        <w:rFonts w:hint="default"/>
        <w:b w:val="0"/>
        <w:i w:val="0"/>
        <w:caps w:val="0"/>
        <w:vanish w:val="0"/>
        <w:sz w:val="20"/>
      </w:rPr>
    </w:lvl>
    <w:lvl w:ilvl="2">
      <w:start w:val="1"/>
      <w:numFmt w:val="lowerLetter"/>
      <w:pStyle w:val="Level3"/>
      <w:lvlText w:val="%3)"/>
      <w:lvlJc w:val="left"/>
      <w:pPr>
        <w:ind w:left="709" w:hanging="284"/>
      </w:pPr>
      <w:rPr>
        <w:rFonts w:hint="default"/>
        <w:b w:val="0"/>
        <w:i w:val="0"/>
        <w:caps w:val="0"/>
        <w:vanish w:val="0"/>
        <w:color w:val="auto"/>
        <w:sz w:val="20"/>
      </w:rPr>
    </w:lvl>
    <w:lvl w:ilvl="3">
      <w:start w:val="1"/>
      <w:numFmt w:val="bullet"/>
      <w:pStyle w:val="Level4"/>
      <w:lvlText w:val="-"/>
      <w:lvlJc w:val="left"/>
      <w:pPr>
        <w:ind w:left="720" w:hanging="363"/>
      </w:pPr>
      <w:rPr>
        <w:rFonts w:ascii="Georgia" w:hAnsi="Georgia" w:hint="default"/>
      </w:rPr>
    </w:lvl>
    <w:lvl w:ilvl="4">
      <w:start w:val="1"/>
      <w:numFmt w:val="bullet"/>
      <w:pStyle w:val="Level5"/>
      <w:lvlText w:val=""/>
      <w:lvlJc w:val="left"/>
      <w:pPr>
        <w:ind w:left="1701" w:hanging="567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5BCC677B"/>
    <w:multiLevelType w:val="hybridMultilevel"/>
    <w:tmpl w:val="B47EF74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F7D1B79"/>
    <w:multiLevelType w:val="multilevel"/>
    <w:tmpl w:val="5890E43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2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0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6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7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96" w:hanging="1800"/>
      </w:pPr>
      <w:rPr>
        <w:rFonts w:hint="default"/>
      </w:rPr>
    </w:lvl>
  </w:abstractNum>
  <w:abstractNum w:abstractNumId="13" w15:restartNumberingAfterBreak="0">
    <w:nsid w:val="5FE1143C"/>
    <w:multiLevelType w:val="multilevel"/>
    <w:tmpl w:val="F16AF9D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5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56" w:hanging="1440"/>
      </w:pPr>
      <w:rPr>
        <w:rFonts w:hint="default"/>
      </w:rPr>
    </w:lvl>
  </w:abstractNum>
  <w:abstractNum w:abstractNumId="14" w15:restartNumberingAfterBreak="0">
    <w:nsid w:val="60696A69"/>
    <w:multiLevelType w:val="hybridMultilevel"/>
    <w:tmpl w:val="B47EF74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1B10657"/>
    <w:multiLevelType w:val="multilevel"/>
    <w:tmpl w:val="E0E0AE6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629C3AB3"/>
    <w:multiLevelType w:val="multilevel"/>
    <w:tmpl w:val="495A9A5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22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4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30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5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61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47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336" w:hanging="1440"/>
      </w:pPr>
      <w:rPr>
        <w:rFonts w:hint="default"/>
      </w:rPr>
    </w:lvl>
  </w:abstractNum>
  <w:abstractNum w:abstractNumId="17" w15:restartNumberingAfterBreak="0">
    <w:nsid w:val="629D7D99"/>
    <w:multiLevelType w:val="hybridMultilevel"/>
    <w:tmpl w:val="B47EF748"/>
    <w:lvl w:ilvl="0" w:tplc="FFFFFFFF">
      <w:start w:val="1"/>
      <w:numFmt w:val="decimal"/>
      <w:lvlText w:val="%1."/>
      <w:lvlJc w:val="left"/>
      <w:pPr>
        <w:ind w:left="502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74C2000"/>
    <w:multiLevelType w:val="multilevel"/>
    <w:tmpl w:val="9E34DB3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6D035E7E"/>
    <w:multiLevelType w:val="multilevel"/>
    <w:tmpl w:val="F16AF9D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5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56" w:hanging="1440"/>
      </w:pPr>
      <w:rPr>
        <w:rFonts w:hint="default"/>
      </w:rPr>
    </w:lvl>
  </w:abstractNum>
  <w:abstractNum w:abstractNumId="20" w15:restartNumberingAfterBreak="0">
    <w:nsid w:val="6E837633"/>
    <w:multiLevelType w:val="hybridMultilevel"/>
    <w:tmpl w:val="D3FAC0F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6CC3C61"/>
    <w:multiLevelType w:val="multilevel"/>
    <w:tmpl w:val="F16AF9D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5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56" w:hanging="1440"/>
      </w:pPr>
      <w:rPr>
        <w:rFonts w:hint="default"/>
      </w:rPr>
    </w:lvl>
  </w:abstractNum>
  <w:abstractNum w:abstractNumId="22" w15:restartNumberingAfterBreak="0">
    <w:nsid w:val="79D41B0B"/>
    <w:multiLevelType w:val="multilevel"/>
    <w:tmpl w:val="5630E23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22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4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30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5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61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47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336" w:hanging="1440"/>
      </w:pPr>
      <w:rPr>
        <w:rFonts w:hint="default"/>
      </w:rPr>
    </w:lvl>
  </w:abstractNum>
  <w:num w:numId="1" w16cid:durableId="1853059836">
    <w:abstractNumId w:val="10"/>
  </w:num>
  <w:num w:numId="2" w16cid:durableId="1539471610">
    <w:abstractNumId w:val="10"/>
  </w:num>
  <w:num w:numId="3" w16cid:durableId="1211846081">
    <w:abstractNumId w:val="10"/>
  </w:num>
  <w:num w:numId="4" w16cid:durableId="274946052">
    <w:abstractNumId w:val="10"/>
  </w:num>
  <w:num w:numId="5" w16cid:durableId="656153406">
    <w:abstractNumId w:val="10"/>
  </w:num>
  <w:num w:numId="6" w16cid:durableId="116072850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312052906">
    <w:abstractNumId w:val="3"/>
  </w:num>
  <w:num w:numId="8" w16cid:durableId="705328597">
    <w:abstractNumId w:val="8"/>
  </w:num>
  <w:num w:numId="9" w16cid:durableId="1474911736">
    <w:abstractNumId w:val="8"/>
  </w:num>
  <w:num w:numId="10" w16cid:durableId="739207277">
    <w:abstractNumId w:val="2"/>
  </w:num>
  <w:num w:numId="11" w16cid:durableId="2106614588">
    <w:abstractNumId w:val="14"/>
  </w:num>
  <w:num w:numId="12" w16cid:durableId="794061551">
    <w:abstractNumId w:val="4"/>
  </w:num>
  <w:num w:numId="13" w16cid:durableId="1783837735">
    <w:abstractNumId w:val="5"/>
  </w:num>
  <w:num w:numId="14" w16cid:durableId="620768946">
    <w:abstractNumId w:val="11"/>
  </w:num>
  <w:num w:numId="15" w16cid:durableId="499539151">
    <w:abstractNumId w:val="17"/>
  </w:num>
  <w:num w:numId="16" w16cid:durableId="2039315259">
    <w:abstractNumId w:val="13"/>
  </w:num>
  <w:num w:numId="17" w16cid:durableId="1694267086">
    <w:abstractNumId w:val="1"/>
  </w:num>
  <w:num w:numId="18" w16cid:durableId="1146514459">
    <w:abstractNumId w:val="12"/>
  </w:num>
  <w:num w:numId="19" w16cid:durableId="475418451">
    <w:abstractNumId w:val="15"/>
  </w:num>
  <w:num w:numId="20" w16cid:durableId="1295208846">
    <w:abstractNumId w:val="0"/>
  </w:num>
  <w:num w:numId="21" w16cid:durableId="917642241">
    <w:abstractNumId w:val="7"/>
  </w:num>
  <w:num w:numId="22" w16cid:durableId="1481069265">
    <w:abstractNumId w:val="19"/>
  </w:num>
  <w:num w:numId="23" w16cid:durableId="456529935">
    <w:abstractNumId w:val="9"/>
  </w:num>
  <w:num w:numId="24" w16cid:durableId="617299870">
    <w:abstractNumId w:val="21"/>
  </w:num>
  <w:num w:numId="25" w16cid:durableId="285697969">
    <w:abstractNumId w:val="16"/>
  </w:num>
  <w:num w:numId="26" w16cid:durableId="1667780873">
    <w:abstractNumId w:val="18"/>
  </w:num>
  <w:num w:numId="27" w16cid:durableId="1163743337">
    <w:abstractNumId w:val="22"/>
  </w:num>
  <w:num w:numId="28" w16cid:durableId="123524415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377F"/>
    <w:rsid w:val="00032949"/>
    <w:rsid w:val="00057A8D"/>
    <w:rsid w:val="00077D32"/>
    <w:rsid w:val="000903E8"/>
    <w:rsid w:val="000908E8"/>
    <w:rsid w:val="000943C7"/>
    <w:rsid w:val="000B2E35"/>
    <w:rsid w:val="000B3CE2"/>
    <w:rsid w:val="000B417F"/>
    <w:rsid w:val="000B4850"/>
    <w:rsid w:val="000D2DE3"/>
    <w:rsid w:val="000F7695"/>
    <w:rsid w:val="00131D0A"/>
    <w:rsid w:val="00143561"/>
    <w:rsid w:val="00146F8F"/>
    <w:rsid w:val="00156A2F"/>
    <w:rsid w:val="00161456"/>
    <w:rsid w:val="001618AE"/>
    <w:rsid w:val="0017684B"/>
    <w:rsid w:val="001918BD"/>
    <w:rsid w:val="0019253D"/>
    <w:rsid w:val="001A0C3A"/>
    <w:rsid w:val="001B4370"/>
    <w:rsid w:val="001B556D"/>
    <w:rsid w:val="001D3C6B"/>
    <w:rsid w:val="001E0A84"/>
    <w:rsid w:val="001E324A"/>
    <w:rsid w:val="00211D2D"/>
    <w:rsid w:val="00215382"/>
    <w:rsid w:val="00226A05"/>
    <w:rsid w:val="00243C3F"/>
    <w:rsid w:val="00251F87"/>
    <w:rsid w:val="002569F2"/>
    <w:rsid w:val="00265430"/>
    <w:rsid w:val="002701D0"/>
    <w:rsid w:val="002726A3"/>
    <w:rsid w:val="002A798D"/>
    <w:rsid w:val="002D2C76"/>
    <w:rsid w:val="002D4D27"/>
    <w:rsid w:val="002E0EF7"/>
    <w:rsid w:val="0030294F"/>
    <w:rsid w:val="00323EAE"/>
    <w:rsid w:val="0033388C"/>
    <w:rsid w:val="00335CBC"/>
    <w:rsid w:val="003551E2"/>
    <w:rsid w:val="00357C22"/>
    <w:rsid w:val="003648B8"/>
    <w:rsid w:val="00382D66"/>
    <w:rsid w:val="003A0ECE"/>
    <w:rsid w:val="003B0D86"/>
    <w:rsid w:val="003C3108"/>
    <w:rsid w:val="003D0A93"/>
    <w:rsid w:val="003D57ED"/>
    <w:rsid w:val="003F5996"/>
    <w:rsid w:val="00442D2B"/>
    <w:rsid w:val="004455FC"/>
    <w:rsid w:val="00451C8B"/>
    <w:rsid w:val="00454AD8"/>
    <w:rsid w:val="00470107"/>
    <w:rsid w:val="00482DEA"/>
    <w:rsid w:val="00491AD7"/>
    <w:rsid w:val="004D1D70"/>
    <w:rsid w:val="004F75DF"/>
    <w:rsid w:val="005015D7"/>
    <w:rsid w:val="0050379B"/>
    <w:rsid w:val="00532D2F"/>
    <w:rsid w:val="005572A4"/>
    <w:rsid w:val="00582590"/>
    <w:rsid w:val="005A217D"/>
    <w:rsid w:val="005A75B8"/>
    <w:rsid w:val="005A79CE"/>
    <w:rsid w:val="005B72DE"/>
    <w:rsid w:val="005C24D9"/>
    <w:rsid w:val="005E2103"/>
    <w:rsid w:val="005F4CAF"/>
    <w:rsid w:val="005F5A08"/>
    <w:rsid w:val="00605B27"/>
    <w:rsid w:val="00625192"/>
    <w:rsid w:val="00627953"/>
    <w:rsid w:val="00640C8E"/>
    <w:rsid w:val="006466E4"/>
    <w:rsid w:val="00660072"/>
    <w:rsid w:val="006657F6"/>
    <w:rsid w:val="006736DE"/>
    <w:rsid w:val="00674CE7"/>
    <w:rsid w:val="0068443E"/>
    <w:rsid w:val="00690323"/>
    <w:rsid w:val="006B28B7"/>
    <w:rsid w:val="006C22B1"/>
    <w:rsid w:val="006C4838"/>
    <w:rsid w:val="006F34A3"/>
    <w:rsid w:val="006F595A"/>
    <w:rsid w:val="00703BCB"/>
    <w:rsid w:val="0071017B"/>
    <w:rsid w:val="00726860"/>
    <w:rsid w:val="00735051"/>
    <w:rsid w:val="00742C52"/>
    <w:rsid w:val="0074688B"/>
    <w:rsid w:val="007558CE"/>
    <w:rsid w:val="0077377F"/>
    <w:rsid w:val="0078503D"/>
    <w:rsid w:val="00785BC4"/>
    <w:rsid w:val="007870BE"/>
    <w:rsid w:val="00797B52"/>
    <w:rsid w:val="007A06C1"/>
    <w:rsid w:val="007A21F0"/>
    <w:rsid w:val="007A5E5F"/>
    <w:rsid w:val="007C2737"/>
    <w:rsid w:val="007E637D"/>
    <w:rsid w:val="008250FC"/>
    <w:rsid w:val="0082604D"/>
    <w:rsid w:val="00836371"/>
    <w:rsid w:val="00861F86"/>
    <w:rsid w:val="0086202A"/>
    <w:rsid w:val="00867D35"/>
    <w:rsid w:val="0087462B"/>
    <w:rsid w:val="0087587A"/>
    <w:rsid w:val="00887289"/>
    <w:rsid w:val="00897B9A"/>
    <w:rsid w:val="008A4D13"/>
    <w:rsid w:val="008E65B3"/>
    <w:rsid w:val="008F2A05"/>
    <w:rsid w:val="008F713B"/>
    <w:rsid w:val="00907E24"/>
    <w:rsid w:val="009140BC"/>
    <w:rsid w:val="0092028B"/>
    <w:rsid w:val="00930BE5"/>
    <w:rsid w:val="00940144"/>
    <w:rsid w:val="0094168E"/>
    <w:rsid w:val="009612E0"/>
    <w:rsid w:val="00962202"/>
    <w:rsid w:val="00973871"/>
    <w:rsid w:val="00995F05"/>
    <w:rsid w:val="009A3658"/>
    <w:rsid w:val="009D38F3"/>
    <w:rsid w:val="009D42CB"/>
    <w:rsid w:val="009D7D3A"/>
    <w:rsid w:val="009E181A"/>
    <w:rsid w:val="009E7E2A"/>
    <w:rsid w:val="00A250BE"/>
    <w:rsid w:val="00A27416"/>
    <w:rsid w:val="00A33A60"/>
    <w:rsid w:val="00A43A3D"/>
    <w:rsid w:val="00A65739"/>
    <w:rsid w:val="00A832DA"/>
    <w:rsid w:val="00A94845"/>
    <w:rsid w:val="00A971E7"/>
    <w:rsid w:val="00AA4F3C"/>
    <w:rsid w:val="00AD0AB0"/>
    <w:rsid w:val="00AE1639"/>
    <w:rsid w:val="00B03FC9"/>
    <w:rsid w:val="00B060FD"/>
    <w:rsid w:val="00B33174"/>
    <w:rsid w:val="00B33B98"/>
    <w:rsid w:val="00B418EA"/>
    <w:rsid w:val="00B521C3"/>
    <w:rsid w:val="00B77DD3"/>
    <w:rsid w:val="00BA17B3"/>
    <w:rsid w:val="00BC2385"/>
    <w:rsid w:val="00BC62D7"/>
    <w:rsid w:val="00BF064F"/>
    <w:rsid w:val="00BF0E4C"/>
    <w:rsid w:val="00BF531D"/>
    <w:rsid w:val="00C0020C"/>
    <w:rsid w:val="00C04347"/>
    <w:rsid w:val="00C34030"/>
    <w:rsid w:val="00C40448"/>
    <w:rsid w:val="00C4140E"/>
    <w:rsid w:val="00C450D5"/>
    <w:rsid w:val="00C47436"/>
    <w:rsid w:val="00C4762C"/>
    <w:rsid w:val="00C50A9A"/>
    <w:rsid w:val="00C53640"/>
    <w:rsid w:val="00C60179"/>
    <w:rsid w:val="00C62DFB"/>
    <w:rsid w:val="00C84B10"/>
    <w:rsid w:val="00C85DCA"/>
    <w:rsid w:val="00C86912"/>
    <w:rsid w:val="00C95ABD"/>
    <w:rsid w:val="00C966E8"/>
    <w:rsid w:val="00CB31D7"/>
    <w:rsid w:val="00CB41F4"/>
    <w:rsid w:val="00CB6338"/>
    <w:rsid w:val="00CC5443"/>
    <w:rsid w:val="00CC7052"/>
    <w:rsid w:val="00CD49AC"/>
    <w:rsid w:val="00CE24E4"/>
    <w:rsid w:val="00CE5616"/>
    <w:rsid w:val="00CF2B65"/>
    <w:rsid w:val="00CF73A9"/>
    <w:rsid w:val="00D24041"/>
    <w:rsid w:val="00D25D80"/>
    <w:rsid w:val="00D266EA"/>
    <w:rsid w:val="00D31BD2"/>
    <w:rsid w:val="00D4458D"/>
    <w:rsid w:val="00D453AE"/>
    <w:rsid w:val="00D53A64"/>
    <w:rsid w:val="00D630D5"/>
    <w:rsid w:val="00D75086"/>
    <w:rsid w:val="00D85382"/>
    <w:rsid w:val="00D94E00"/>
    <w:rsid w:val="00DA1B61"/>
    <w:rsid w:val="00DB17D9"/>
    <w:rsid w:val="00DC2830"/>
    <w:rsid w:val="00DD3288"/>
    <w:rsid w:val="00DD547F"/>
    <w:rsid w:val="00DF19FF"/>
    <w:rsid w:val="00DF4A48"/>
    <w:rsid w:val="00E2109D"/>
    <w:rsid w:val="00E27A09"/>
    <w:rsid w:val="00E366A1"/>
    <w:rsid w:val="00E44A24"/>
    <w:rsid w:val="00E47970"/>
    <w:rsid w:val="00E6200E"/>
    <w:rsid w:val="00E73B2A"/>
    <w:rsid w:val="00EA1691"/>
    <w:rsid w:val="00EB79F8"/>
    <w:rsid w:val="00EC1493"/>
    <w:rsid w:val="00EC15EB"/>
    <w:rsid w:val="00ED26F8"/>
    <w:rsid w:val="00EE47F0"/>
    <w:rsid w:val="00EE4B09"/>
    <w:rsid w:val="00EF1105"/>
    <w:rsid w:val="00EF7F44"/>
    <w:rsid w:val="00F35DA6"/>
    <w:rsid w:val="00F50474"/>
    <w:rsid w:val="00F57588"/>
    <w:rsid w:val="00F669DE"/>
    <w:rsid w:val="00F67A7C"/>
    <w:rsid w:val="00F75059"/>
    <w:rsid w:val="00F87519"/>
    <w:rsid w:val="00F935D6"/>
    <w:rsid w:val="00F94DB4"/>
    <w:rsid w:val="00F94E63"/>
    <w:rsid w:val="00FA588A"/>
    <w:rsid w:val="00FA6F52"/>
    <w:rsid w:val="00FC232A"/>
    <w:rsid w:val="00FE6E29"/>
    <w:rsid w:val="00FF6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6F4FDB2"/>
  <w15:chartTrackingRefBased/>
  <w15:docId w15:val="{91E38FCD-1F1F-4260-A22F-C24205A2FE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HTML Variable" w:semiHidden="1" w:unhideWhenUsed="1"/>
    <w:lsdException w:name="Normal Table" w:semiHidden="1" w:unhideWhenUsed="1"/>
    <w:lsdException w:name="No List" w:uiPriority="99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cs-CZ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eastAsia="Arial Unicode MS"/>
      <w:b/>
      <w:i/>
      <w:szCs w:val="20"/>
      <w:lang w:val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unhideWhenUsed/>
    <w:pPr>
      <w:tabs>
        <w:tab w:val="center" w:pos="4320"/>
        <w:tab w:val="right" w:pos="8640"/>
      </w:tabs>
    </w:pPr>
  </w:style>
  <w:style w:type="character" w:customStyle="1" w:styleId="CharChar1">
    <w:name w:val="Char Char1"/>
    <w:basedOn w:val="DefaultParagraphFont"/>
    <w:semiHidden/>
  </w:style>
  <w:style w:type="paragraph" w:styleId="Footer">
    <w:name w:val="footer"/>
    <w:basedOn w:val="Normal"/>
    <w:unhideWhenUsed/>
    <w:pPr>
      <w:tabs>
        <w:tab w:val="center" w:pos="4320"/>
        <w:tab w:val="right" w:pos="8640"/>
      </w:tabs>
    </w:pPr>
  </w:style>
  <w:style w:type="character" w:customStyle="1" w:styleId="CharChar">
    <w:name w:val="Char Char"/>
    <w:basedOn w:val="DefaultParagraphFont"/>
    <w:semiHidden/>
  </w:style>
  <w:style w:type="paragraph" w:customStyle="1" w:styleId="Kirjatekst">
    <w:name w:val="Kirja tekst"/>
    <w:basedOn w:val="Normal"/>
    <w:autoRedefine/>
    <w:pPr>
      <w:spacing w:after="240"/>
    </w:pPr>
    <w:rPr>
      <w:rFonts w:eastAsia="Times New Roman" w:cs="Arial"/>
      <w:sz w:val="22"/>
      <w:szCs w:val="20"/>
      <w:lang w:val="et-EE"/>
    </w:rPr>
  </w:style>
  <w:style w:type="paragraph" w:styleId="BodyText3">
    <w:name w:val="Body Text 3"/>
    <w:basedOn w:val="Normal"/>
    <w:rPr>
      <w:rFonts w:eastAsia="Times New Roman" w:cs="Arial"/>
      <w:color w:val="000000"/>
      <w:sz w:val="22"/>
      <w:szCs w:val="22"/>
      <w:lang w:val="et-EE"/>
    </w:rPr>
  </w:style>
  <w:style w:type="paragraph" w:customStyle="1" w:styleId="Level5">
    <w:name w:val="Level5"/>
    <w:basedOn w:val="ListContinue5"/>
    <w:qFormat/>
    <w:rsid w:val="00F75059"/>
    <w:pPr>
      <w:numPr>
        <w:ilvl w:val="4"/>
        <w:numId w:val="1"/>
      </w:numPr>
      <w:tabs>
        <w:tab w:val="num" w:pos="360"/>
      </w:tabs>
      <w:spacing w:line="276" w:lineRule="auto"/>
      <w:ind w:left="1415" w:firstLine="0"/>
    </w:pPr>
    <w:rPr>
      <w:rFonts w:ascii="Calibri" w:eastAsia="Times New Roman" w:hAnsi="Calibri"/>
      <w:sz w:val="22"/>
      <w:szCs w:val="22"/>
      <w:lang w:val="et-EE" w:eastAsia="et-EE"/>
    </w:rPr>
  </w:style>
  <w:style w:type="paragraph" w:customStyle="1" w:styleId="Body2">
    <w:name w:val="Body2"/>
    <w:link w:val="Body2Char"/>
    <w:qFormat/>
    <w:rsid w:val="00F75059"/>
    <w:pPr>
      <w:spacing w:after="160" w:line="259" w:lineRule="auto"/>
    </w:pPr>
    <w:rPr>
      <w:rFonts w:eastAsia="Times New Roman"/>
      <w:bCs/>
      <w:szCs w:val="22"/>
      <w:lang w:val="et-EE" w:eastAsia="et-EE"/>
    </w:rPr>
  </w:style>
  <w:style w:type="paragraph" w:customStyle="1" w:styleId="Level1">
    <w:name w:val="Level1"/>
    <w:basedOn w:val="ListBullet"/>
    <w:qFormat/>
    <w:rsid w:val="00F75059"/>
    <w:pPr>
      <w:tabs>
        <w:tab w:val="left" w:pos="567"/>
      </w:tabs>
      <w:spacing w:after="160" w:line="259" w:lineRule="auto"/>
      <w:contextualSpacing w:val="0"/>
    </w:pPr>
    <w:rPr>
      <w:rFonts w:eastAsia="Times New Roman"/>
      <w:b/>
      <w:bCs/>
      <w:caps/>
      <w:sz w:val="20"/>
      <w:szCs w:val="22"/>
      <w:lang w:val="et-EE" w:eastAsia="et-EE"/>
    </w:rPr>
  </w:style>
  <w:style w:type="character" w:customStyle="1" w:styleId="Body2Char">
    <w:name w:val="Body2 Char"/>
    <w:link w:val="Body2"/>
    <w:rsid w:val="00F75059"/>
    <w:rPr>
      <w:rFonts w:eastAsia="Times New Roman"/>
      <w:bCs/>
      <w:szCs w:val="22"/>
      <w:lang w:val="et-EE" w:eastAsia="et-EE"/>
    </w:rPr>
  </w:style>
  <w:style w:type="paragraph" w:customStyle="1" w:styleId="Level2">
    <w:name w:val="Level2"/>
    <w:basedOn w:val="ListBullet2"/>
    <w:link w:val="Level2Char"/>
    <w:qFormat/>
    <w:rsid w:val="00F75059"/>
    <w:pPr>
      <w:numPr>
        <w:ilvl w:val="1"/>
        <w:numId w:val="1"/>
      </w:numPr>
      <w:tabs>
        <w:tab w:val="left" w:pos="567"/>
      </w:tabs>
      <w:spacing w:after="160" w:line="259" w:lineRule="auto"/>
      <w:contextualSpacing w:val="0"/>
    </w:pPr>
    <w:rPr>
      <w:rFonts w:eastAsia="Times New Roman"/>
      <w:sz w:val="20"/>
      <w:szCs w:val="22"/>
      <w:lang w:val="et-EE" w:eastAsia="et-EE"/>
    </w:rPr>
  </w:style>
  <w:style w:type="paragraph" w:customStyle="1" w:styleId="Level3">
    <w:name w:val="Level3"/>
    <w:basedOn w:val="ListBullet3"/>
    <w:link w:val="Level3Char"/>
    <w:qFormat/>
    <w:rsid w:val="00F75059"/>
    <w:pPr>
      <w:numPr>
        <w:ilvl w:val="2"/>
        <w:numId w:val="1"/>
      </w:numPr>
      <w:spacing w:after="160" w:line="259" w:lineRule="auto"/>
      <w:contextualSpacing w:val="0"/>
    </w:pPr>
    <w:rPr>
      <w:rFonts w:eastAsia="Times New Roman"/>
      <w:sz w:val="20"/>
      <w:szCs w:val="22"/>
      <w:lang w:val="et-EE" w:eastAsia="et-EE"/>
    </w:rPr>
  </w:style>
  <w:style w:type="character" w:customStyle="1" w:styleId="Level2Char">
    <w:name w:val="Level2 Char"/>
    <w:link w:val="Level2"/>
    <w:rsid w:val="00F75059"/>
    <w:rPr>
      <w:rFonts w:eastAsia="Times New Roman"/>
      <w:szCs w:val="22"/>
      <w:lang w:val="et-EE" w:eastAsia="et-EE"/>
    </w:rPr>
  </w:style>
  <w:style w:type="character" w:customStyle="1" w:styleId="Level3Char">
    <w:name w:val="Level3 Char"/>
    <w:link w:val="Level3"/>
    <w:rsid w:val="00F75059"/>
    <w:rPr>
      <w:rFonts w:eastAsia="Times New Roman"/>
      <w:szCs w:val="22"/>
      <w:lang w:val="et-EE" w:eastAsia="et-EE"/>
    </w:rPr>
  </w:style>
  <w:style w:type="paragraph" w:customStyle="1" w:styleId="Level4">
    <w:name w:val="Level4"/>
    <w:basedOn w:val="ListBullet4"/>
    <w:link w:val="Level4Char"/>
    <w:qFormat/>
    <w:rsid w:val="00F75059"/>
    <w:pPr>
      <w:numPr>
        <w:ilvl w:val="3"/>
        <w:numId w:val="1"/>
      </w:numPr>
      <w:spacing w:after="160" w:line="259" w:lineRule="auto"/>
      <w:contextualSpacing w:val="0"/>
    </w:pPr>
    <w:rPr>
      <w:rFonts w:eastAsia="Times New Roman"/>
      <w:sz w:val="20"/>
      <w:szCs w:val="22"/>
      <w:lang w:val="et-EE" w:eastAsia="et-EE"/>
    </w:rPr>
  </w:style>
  <w:style w:type="character" w:customStyle="1" w:styleId="Level4Char">
    <w:name w:val="Level4 Char"/>
    <w:link w:val="Level4"/>
    <w:rsid w:val="00F75059"/>
    <w:rPr>
      <w:rFonts w:eastAsia="Times New Roman"/>
      <w:szCs w:val="22"/>
      <w:lang w:val="et-EE" w:eastAsia="et-EE"/>
    </w:rPr>
  </w:style>
  <w:style w:type="paragraph" w:styleId="NoSpacing">
    <w:name w:val="No Spacing"/>
    <w:uiPriority w:val="1"/>
    <w:rsid w:val="00F75059"/>
    <w:rPr>
      <w:rFonts w:eastAsia="Times New Roman"/>
      <w:szCs w:val="22"/>
      <w:lang w:val="et-EE" w:eastAsia="et-EE"/>
    </w:rPr>
  </w:style>
  <w:style w:type="paragraph" w:customStyle="1" w:styleId="TableSignature">
    <w:name w:val="TableSignature"/>
    <w:rsid w:val="00F75059"/>
    <w:pPr>
      <w:keepNext/>
      <w:ind w:left="-113"/>
    </w:pPr>
    <w:rPr>
      <w:rFonts w:eastAsia="Times New Roman"/>
      <w:bCs/>
      <w:szCs w:val="22"/>
      <w:lang w:val="et-EE" w:eastAsia="et-EE"/>
    </w:rPr>
  </w:style>
  <w:style w:type="paragraph" w:customStyle="1" w:styleId="TableSignatureLast">
    <w:name w:val="TableSignatureLast"/>
    <w:rsid w:val="00F75059"/>
    <w:pPr>
      <w:ind w:left="-113"/>
    </w:pPr>
    <w:rPr>
      <w:rFonts w:eastAsia="Times New Roman"/>
      <w:bCs/>
      <w:szCs w:val="22"/>
      <w:lang w:val="et-EE" w:eastAsia="et-EE"/>
    </w:rPr>
  </w:style>
  <w:style w:type="table" w:customStyle="1" w:styleId="TableGridPHPDOCX">
    <w:name w:val="Table Grid PHPDOCX"/>
    <w:uiPriority w:val="59"/>
    <w:semiHidden/>
    <w:unhideWhenUsed/>
    <w:rsid w:val="00F75059"/>
    <w:rPr>
      <w:rFonts w:ascii="Calibri" w:eastAsia="Calibri" w:hAnsi="Calibri"/>
      <w:szCs w:val="24"/>
      <w:lang w:val="et-EE" w:eastAsia="et-E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Continue5">
    <w:name w:val="List Continue 5"/>
    <w:basedOn w:val="Normal"/>
    <w:rsid w:val="00F75059"/>
    <w:pPr>
      <w:spacing w:after="120"/>
      <w:ind w:left="1415"/>
      <w:contextualSpacing/>
    </w:pPr>
  </w:style>
  <w:style w:type="paragraph" w:styleId="ListBullet">
    <w:name w:val="List Bullet"/>
    <w:basedOn w:val="Normal"/>
    <w:rsid w:val="00F75059"/>
    <w:pPr>
      <w:ind w:left="567" w:hanging="567"/>
      <w:contextualSpacing/>
    </w:pPr>
  </w:style>
  <w:style w:type="paragraph" w:styleId="ListBullet2">
    <w:name w:val="List Bullet 2"/>
    <w:basedOn w:val="Normal"/>
    <w:rsid w:val="00F75059"/>
    <w:pPr>
      <w:ind w:left="567" w:hanging="567"/>
      <w:contextualSpacing/>
    </w:pPr>
  </w:style>
  <w:style w:type="paragraph" w:styleId="ListBullet3">
    <w:name w:val="List Bullet 3"/>
    <w:basedOn w:val="Normal"/>
    <w:rsid w:val="00F75059"/>
    <w:pPr>
      <w:ind w:left="567" w:hanging="567"/>
      <w:contextualSpacing/>
    </w:pPr>
  </w:style>
  <w:style w:type="paragraph" w:styleId="ListBullet4">
    <w:name w:val="List Bullet 4"/>
    <w:basedOn w:val="Normal"/>
    <w:rsid w:val="00F75059"/>
    <w:pPr>
      <w:ind w:left="567" w:hanging="567"/>
      <w:contextualSpacing/>
    </w:pPr>
  </w:style>
  <w:style w:type="character" w:customStyle="1" w:styleId="tableentry">
    <w:name w:val="tableentry"/>
    <w:rsid w:val="00BF0E4C"/>
    <w:rPr>
      <w:rFonts w:ascii="Tahoma" w:hAnsi="Tahoma" w:cs="Tahoma" w:hint="default"/>
      <w:sz w:val="18"/>
      <w:szCs w:val="18"/>
    </w:rPr>
  </w:style>
  <w:style w:type="paragraph" w:styleId="ListParagraph">
    <w:name w:val="List Paragraph"/>
    <w:basedOn w:val="Normal"/>
    <w:uiPriority w:val="34"/>
    <w:qFormat/>
    <w:rsid w:val="00930BE5"/>
    <w:pPr>
      <w:spacing w:after="23" w:line="249" w:lineRule="auto"/>
      <w:ind w:left="720" w:hanging="10"/>
      <w:contextualSpacing/>
      <w:jc w:val="both"/>
    </w:pPr>
    <w:rPr>
      <w:rFonts w:cs="Arial"/>
      <w:color w:val="000000"/>
      <w:sz w:val="22"/>
      <w:szCs w:val="22"/>
      <w:lang w:val="et-EE" w:eastAsia="et-EE"/>
    </w:rPr>
  </w:style>
  <w:style w:type="paragraph" w:customStyle="1" w:styleId="Default">
    <w:name w:val="Default"/>
    <w:rsid w:val="00930BE5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val="et-EE" w:eastAsia="et-EE"/>
    </w:rPr>
  </w:style>
  <w:style w:type="table" w:customStyle="1" w:styleId="TableGrid">
    <w:name w:val="TableGrid"/>
    <w:rsid w:val="00F87519"/>
    <w:rPr>
      <w:rFonts w:ascii="Calibri" w:eastAsia="Times New Roman" w:hAnsi="Calibri"/>
      <w:sz w:val="22"/>
      <w:szCs w:val="22"/>
      <w:lang w:val="et-EE" w:eastAsia="et-E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FootnoteText">
    <w:name w:val="footnote text"/>
    <w:basedOn w:val="Normal"/>
    <w:link w:val="FootnoteTextChar"/>
    <w:rsid w:val="00E47970"/>
    <w:rPr>
      <w:sz w:val="20"/>
      <w:szCs w:val="20"/>
    </w:rPr>
  </w:style>
  <w:style w:type="character" w:customStyle="1" w:styleId="FootnoteTextChar">
    <w:name w:val="Footnote Text Char"/>
    <w:link w:val="FootnoteText"/>
    <w:rsid w:val="00E47970"/>
    <w:rPr>
      <w:lang w:val="cs-CZ"/>
    </w:rPr>
  </w:style>
  <w:style w:type="character" w:styleId="FootnoteReference">
    <w:name w:val="footnote reference"/>
    <w:rsid w:val="00E47970"/>
    <w:rPr>
      <w:vertAlign w:val="superscript"/>
    </w:rPr>
  </w:style>
  <w:style w:type="character" w:styleId="Hyperlink">
    <w:name w:val="Hyperlink"/>
    <w:uiPriority w:val="99"/>
    <w:unhideWhenUsed/>
    <w:rsid w:val="00E47970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E47970"/>
    <w:pPr>
      <w:spacing w:before="100" w:beforeAutospacing="1" w:after="100" w:afterAutospacing="1"/>
    </w:pPr>
    <w:rPr>
      <w:rFonts w:ascii="Calibri" w:eastAsia="Calibri" w:hAnsi="Calibri"/>
      <w:sz w:val="22"/>
      <w:szCs w:val="22"/>
      <w:lang w:val="et-EE" w:eastAsia="et-EE"/>
    </w:rPr>
  </w:style>
  <w:style w:type="character" w:styleId="UnresolvedMention">
    <w:name w:val="Unresolved Mention"/>
    <w:uiPriority w:val="99"/>
    <w:semiHidden/>
    <w:unhideWhenUsed/>
    <w:rsid w:val="00E47970"/>
    <w:rPr>
      <w:color w:val="605E5C"/>
      <w:shd w:val="clear" w:color="auto" w:fill="E1DFDD"/>
    </w:rPr>
  </w:style>
  <w:style w:type="character" w:styleId="PageNumber">
    <w:name w:val="page number"/>
    <w:basedOn w:val="DefaultParagraphFont"/>
    <w:rsid w:val="00077D32"/>
  </w:style>
  <w:style w:type="character" w:styleId="Strong">
    <w:name w:val="Strong"/>
    <w:basedOn w:val="DefaultParagraphFont"/>
    <w:uiPriority w:val="22"/>
    <w:qFormat/>
    <w:rsid w:val="008F713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9687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1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1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ulvi.mannama@elektrilevi.ee" TargetMode="External"/><Relationship Id="rId5" Type="http://schemas.openxmlformats.org/officeDocument/2006/relationships/styles" Target="styles.xml"/><Relationship Id="rId10" Type="http://schemas.openxmlformats.org/officeDocument/2006/relationships/hyperlink" Target="mailto:maantee@transpordiamet.ee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ANNALL~1\LOCALS~1\Temp\notesAB5C09\EE_Jaotusv&#245;rk_Tallinn_EST_logoga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67EB65F996E4D47A1C714E8BA26E27C" ma:contentTypeVersion="14" ma:contentTypeDescription="Loo uus dokument" ma:contentTypeScope="" ma:versionID="c482aaa704b78bd05443f7b2deedd076">
  <xsd:schema xmlns:xsd="http://www.w3.org/2001/XMLSchema" xmlns:xs="http://www.w3.org/2001/XMLSchema" xmlns:p="http://schemas.microsoft.com/office/2006/metadata/properties" xmlns:ns2="bca19b68-6044-4a09-b4f5-5b73dfa84d8a" xmlns:ns3="a4beee2c-ef5c-45d2-ad94-abe45b7bc706" targetNamespace="http://schemas.microsoft.com/office/2006/metadata/properties" ma:root="true" ma:fieldsID="5c8623c6d324b94bbaf3c99539ac734c" ns2:_="" ns3:_="">
    <xsd:import namespace="bca19b68-6044-4a09-b4f5-5b73dfa84d8a"/>
    <xsd:import namespace="a4beee2c-ef5c-45d2-ad94-abe45b7bc70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lcf76f155ced4ddcb4097134ff3c332f" minOccurs="0"/>
                <xsd:element ref="ns2:TaxCatchAll" minOccurs="0"/>
                <xsd:element ref="ns3:MediaServiceMetadata" minOccurs="0"/>
                <xsd:element ref="ns3:MediaServiceFastMetadata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a19b68-6044-4a09-b4f5-5b73dfa84d8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TaxCatchAll" ma:index="12" nillable="true" ma:displayName="Taxonomy Catch All Column" ma:hidden="true" ma:list="{b93e7e08-db35-4b49-9581-bb367d78c728}" ma:internalName="TaxCatchAll" ma:showField="CatchAllData" ma:web="bca19b68-6044-4a09-b4f5-5b73dfa84d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beee2c-ef5c-45d2-ad94-abe45b7bc706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11" nillable="true" ma:taxonomy="true" ma:internalName="lcf76f155ced4ddcb4097134ff3c332f" ma:taxonomyFieldName="MediaServiceImageTags" ma:displayName="Pildisildid" ma:readOnly="false" ma:fieldId="{5cf76f15-5ced-4ddc-b409-7134ff3c332f}" ma:taxonomyMulti="true" ma:sspId="42fc8c34-6131-460a-a028-367db9ee0e7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4beee2c-ef5c-45d2-ad94-abe45b7bc706">
      <Terms xmlns="http://schemas.microsoft.com/office/infopath/2007/PartnerControls"/>
    </lcf76f155ced4ddcb4097134ff3c332f>
    <TaxCatchAll xmlns="bca19b68-6044-4a09-b4f5-5b73dfa84d8a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54E1A27-60B9-46ED-841E-57D1D5C4B20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ca19b68-6044-4a09-b4f5-5b73dfa84d8a"/>
    <ds:schemaRef ds:uri="a4beee2c-ef5c-45d2-ad94-abe45b7bc70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DFFADA1-DE22-451B-B261-D3110FC49290}">
  <ds:schemaRefs>
    <ds:schemaRef ds:uri="http://schemas.microsoft.com/office/2006/metadata/properties"/>
    <ds:schemaRef ds:uri="http://schemas.microsoft.com/office/infopath/2007/PartnerControls"/>
    <ds:schemaRef ds:uri="a4beee2c-ef5c-45d2-ad94-abe45b7bc706"/>
    <ds:schemaRef ds:uri="bca19b68-6044-4a09-b4f5-5b73dfa84d8a"/>
  </ds:schemaRefs>
</ds:datastoreItem>
</file>

<file path=customXml/itemProps3.xml><?xml version="1.0" encoding="utf-8"?>
<ds:datastoreItem xmlns:ds="http://schemas.openxmlformats.org/officeDocument/2006/customXml" ds:itemID="{6E211B72-DC52-4C7D-BD1C-F431AF7A8C1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EE_Jaotusvõrk_Tallinn_EST_logoga.dot</Template>
  <TotalTime>1</TotalTime>
  <Pages>1</Pages>
  <Words>247</Words>
  <Characters>1439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Avalik konsultatsioon Elering AS-i elektrienergia ülekandetasud 16.04.21</vt:lpstr>
    </vt:vector>
  </TitlesOfParts>
  <Company>Kreatiff</Company>
  <LinksUpToDate>false</LinksUpToDate>
  <CharactersWithSpaces>1683</CharactersWithSpaces>
  <SharedDoc>false</SharedDoc>
  <HLinks>
    <vt:vector size="12" baseType="variant">
      <vt:variant>
        <vt:i4>6619136</vt:i4>
      </vt:variant>
      <vt:variant>
        <vt:i4>3</vt:i4>
      </vt:variant>
      <vt:variant>
        <vt:i4>0</vt:i4>
      </vt:variant>
      <vt:variant>
        <vt:i4>5</vt:i4>
      </vt:variant>
      <vt:variant>
        <vt:lpwstr>mailto:triin.tomingas@fin.ee</vt:lpwstr>
      </vt:variant>
      <vt:variant>
        <vt:lpwstr/>
      </vt:variant>
      <vt:variant>
        <vt:i4>4849782</vt:i4>
      </vt:variant>
      <vt:variant>
        <vt:i4>0</vt:i4>
      </vt:variant>
      <vt:variant>
        <vt:i4>0</vt:i4>
      </vt:variant>
      <vt:variant>
        <vt:i4>5</vt:i4>
      </vt:variant>
      <vt:variant>
        <vt:lpwstr>mailto:info@rahandusministeerium.ee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Avalik konsultatsioon Elering AS-i elektrienergia ülekandetasud 16.04.21</dc:title>
  <dc:subject/>
  <dc:creator>ITH</dc:creator>
  <cp:keywords/>
  <cp:lastModifiedBy>Ulvi Männama</cp:lastModifiedBy>
  <cp:revision>2</cp:revision>
  <cp:lastPrinted>2021-06-04T12:19:00Z</cp:lastPrinted>
  <dcterms:created xsi:type="dcterms:W3CDTF">2024-09-18T07:41:00Z</dcterms:created>
  <dcterms:modified xsi:type="dcterms:W3CDTF">2024-09-18T07:41:00Z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0x010100567EB65F996E4D47A1C714E8BA26E27C</vt:lpwstr>
  </property>
</Properties>
</file>